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450C82" w14:textId="77777777" w:rsidR="005C0108" w:rsidRPr="00F1143E" w:rsidRDefault="005C0108" w:rsidP="00F1143E">
      <w:pPr>
        <w:jc w:val="both"/>
        <w:rPr>
          <w:rFonts w:ascii="Calibri" w:hAnsi="Calibri" w:cs="Calibri"/>
        </w:rPr>
      </w:pPr>
    </w:p>
    <w:p w14:paraId="74FDC1D9" w14:textId="77777777" w:rsidR="0016540B" w:rsidRPr="00F1143E" w:rsidRDefault="00C57EC0" w:rsidP="00F1143E">
      <w:pPr>
        <w:ind w:left="709"/>
        <w:jc w:val="right"/>
        <w:rPr>
          <w:rFonts w:ascii="Calibri" w:hAnsi="Calibri" w:cs="Calibri"/>
        </w:rPr>
      </w:pPr>
      <w:r w:rsidRPr="00F1143E">
        <w:rPr>
          <w:rFonts w:ascii="Calibri" w:hAnsi="Calibri" w:cs="Calibri"/>
        </w:rPr>
        <w:t xml:space="preserve">Anexa </w:t>
      </w:r>
      <w:r w:rsidR="00D3649F" w:rsidRPr="00F1143E">
        <w:rPr>
          <w:rFonts w:ascii="Calibri" w:hAnsi="Calibri" w:cs="Calibri"/>
        </w:rPr>
        <w:t>12</w:t>
      </w:r>
    </w:p>
    <w:p w14:paraId="46028DF4" w14:textId="77777777" w:rsidR="0016540B" w:rsidRPr="00F1143E" w:rsidRDefault="0016540B" w:rsidP="00F1143E">
      <w:pPr>
        <w:jc w:val="both"/>
      </w:pPr>
    </w:p>
    <w:p w14:paraId="7141579B" w14:textId="77777777" w:rsidR="00B51BDD" w:rsidRPr="00B51BDD" w:rsidRDefault="00B51BDD" w:rsidP="00B51BDD">
      <w:pPr>
        <w:pStyle w:val="Header"/>
        <w:jc w:val="both"/>
        <w:rPr>
          <w:rFonts w:ascii="Calibri" w:eastAsia="Calibri" w:hAnsi="Calibri" w:cs="Calibri"/>
          <w:b/>
        </w:rPr>
      </w:pPr>
      <w:bookmarkStart w:id="0" w:name="_Hlk137563201"/>
      <w:r w:rsidRPr="00B51BDD">
        <w:rPr>
          <w:rFonts w:ascii="Calibri" w:eastAsia="Calibri" w:hAnsi="Calibri" w:cs="Calibri"/>
          <w:b/>
        </w:rPr>
        <w:t>Programul Regiunea Centru</w:t>
      </w:r>
    </w:p>
    <w:p w14:paraId="72CAD881" w14:textId="77777777" w:rsidR="00B51BDD" w:rsidRPr="00B51BDD" w:rsidRDefault="00B51BDD" w:rsidP="00B51BDD">
      <w:pPr>
        <w:pStyle w:val="Header"/>
        <w:jc w:val="both"/>
        <w:rPr>
          <w:rFonts w:ascii="Calibri" w:eastAsia="Calibri" w:hAnsi="Calibri" w:cs="Calibri"/>
          <w:b/>
        </w:rPr>
      </w:pPr>
      <w:r w:rsidRPr="00B51BDD">
        <w:rPr>
          <w:rFonts w:ascii="Calibri" w:eastAsia="Calibri" w:hAnsi="Calibri" w:cs="Calibri"/>
          <w:b/>
        </w:rPr>
        <w:t xml:space="preserve">Prioritatea 1 O regiune competitivă prin inovare și întreprinderi dinamice pentru o economie inteligentă </w:t>
      </w:r>
    </w:p>
    <w:p w14:paraId="6AE0CF29" w14:textId="77777777" w:rsidR="00B51BDD" w:rsidRPr="00B51BDD" w:rsidRDefault="00B51BDD" w:rsidP="00B51BDD">
      <w:pPr>
        <w:pStyle w:val="Header"/>
        <w:jc w:val="both"/>
        <w:rPr>
          <w:rFonts w:ascii="Calibri" w:eastAsia="Calibri" w:hAnsi="Calibri" w:cs="Calibri"/>
          <w:b/>
        </w:rPr>
      </w:pPr>
      <w:r w:rsidRPr="00B51BDD">
        <w:rPr>
          <w:rFonts w:ascii="Calibri" w:eastAsia="Calibri" w:hAnsi="Calibri" w:cs="Calibri"/>
          <w:b/>
        </w:rPr>
        <w:t>OS 1.1 (i) Dezvoltarea și creșterea capacităţilor de cercetare și inovare și adoptarea</w:t>
      </w:r>
    </w:p>
    <w:p w14:paraId="4D78534D" w14:textId="77777777" w:rsidR="00B51BDD" w:rsidRPr="00B51BDD" w:rsidRDefault="00B51BDD" w:rsidP="00B51BDD">
      <w:pPr>
        <w:pStyle w:val="Header"/>
        <w:jc w:val="both"/>
        <w:rPr>
          <w:rFonts w:ascii="Calibri" w:eastAsia="Calibri" w:hAnsi="Calibri" w:cs="Calibri"/>
          <w:b/>
        </w:rPr>
      </w:pPr>
      <w:r w:rsidRPr="00B51BDD">
        <w:rPr>
          <w:rFonts w:ascii="Calibri" w:eastAsia="Calibri" w:hAnsi="Calibri" w:cs="Calibri"/>
          <w:b/>
        </w:rPr>
        <w:t>tehnologiilor avansate</w:t>
      </w:r>
    </w:p>
    <w:p w14:paraId="1C20911C" w14:textId="77777777" w:rsidR="00B51BDD" w:rsidRPr="00B51BDD" w:rsidRDefault="00B51BDD" w:rsidP="00B51BDD">
      <w:pPr>
        <w:pStyle w:val="Header"/>
        <w:jc w:val="both"/>
        <w:rPr>
          <w:rFonts w:ascii="Calibri" w:eastAsia="Calibri" w:hAnsi="Calibri" w:cs="Calibri"/>
          <w:b/>
        </w:rPr>
      </w:pPr>
      <w:r w:rsidRPr="00B51BDD">
        <w:rPr>
          <w:rFonts w:ascii="Calibri" w:eastAsia="Calibri" w:hAnsi="Calibri" w:cs="Calibri"/>
          <w:b/>
        </w:rPr>
        <w:t>OS 1.4 (iv) Dezvoltarea competenţelor pentru specializare inteligentă, tranziţie</w:t>
      </w:r>
    </w:p>
    <w:p w14:paraId="286B945F" w14:textId="77777777" w:rsidR="00B51BDD" w:rsidRPr="00B51BDD" w:rsidRDefault="00B51BDD" w:rsidP="00B51BDD">
      <w:pPr>
        <w:pStyle w:val="Header"/>
        <w:jc w:val="both"/>
        <w:rPr>
          <w:rFonts w:ascii="Calibri" w:eastAsia="Calibri" w:hAnsi="Calibri" w:cs="Calibri"/>
          <w:b/>
        </w:rPr>
      </w:pPr>
      <w:r w:rsidRPr="00B51BDD">
        <w:rPr>
          <w:rFonts w:ascii="Calibri" w:eastAsia="Calibri" w:hAnsi="Calibri" w:cs="Calibri"/>
          <w:b/>
        </w:rPr>
        <w:t>industrială și antreprenoriat</w:t>
      </w:r>
    </w:p>
    <w:p w14:paraId="4227D901" w14:textId="77777777" w:rsidR="00B51BDD" w:rsidRPr="00B51BDD" w:rsidRDefault="00B51BDD" w:rsidP="00B51BDD">
      <w:pPr>
        <w:pStyle w:val="Header"/>
        <w:jc w:val="both"/>
        <w:rPr>
          <w:rFonts w:ascii="Calibri" w:eastAsia="Calibri" w:hAnsi="Calibri" w:cs="Calibri"/>
          <w:b/>
        </w:rPr>
      </w:pPr>
      <w:r w:rsidRPr="00B51BDD">
        <w:rPr>
          <w:rFonts w:ascii="Calibri" w:eastAsia="Calibri" w:hAnsi="Calibri" w:cs="Calibri"/>
          <w:b/>
        </w:rPr>
        <w:t>Acțiunea 3: Întreprinderi inovative pentru o regiune inovativă</w:t>
      </w:r>
    </w:p>
    <w:p w14:paraId="5195A6A5" w14:textId="0DBCC2B3" w:rsidR="003C2B68" w:rsidRPr="00F1143E" w:rsidRDefault="00B51BDD" w:rsidP="00B51BDD">
      <w:pPr>
        <w:pStyle w:val="Header"/>
        <w:jc w:val="both"/>
        <w:rPr>
          <w:rFonts w:ascii="Calibri" w:eastAsia="Calibri" w:hAnsi="Calibri" w:cs="Calibri"/>
          <w:b/>
        </w:rPr>
      </w:pPr>
      <w:r w:rsidRPr="00B51BDD">
        <w:rPr>
          <w:rFonts w:ascii="Calibri" w:eastAsia="Calibri" w:hAnsi="Calibri" w:cs="Calibri"/>
          <w:b/>
        </w:rPr>
        <w:t>Intervenția 1.3.3 Trecerea de la idee la piață</w:t>
      </w:r>
    </w:p>
    <w:p w14:paraId="7526E513" w14:textId="77777777"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b/>
          <w:noProof w:val="0"/>
          <w:lang w:eastAsia="en-US"/>
        </w:rPr>
      </w:pPr>
    </w:p>
    <w:p w14:paraId="702F01A3" w14:textId="77777777"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b/>
          <w:noProof w:val="0"/>
          <w:lang w:eastAsia="en-US"/>
        </w:rPr>
      </w:pPr>
      <w:r w:rsidRPr="00F1143E">
        <w:rPr>
          <w:rFonts w:ascii="Calibri" w:eastAsia="Calibri" w:hAnsi="Calibri"/>
          <w:b/>
          <w:noProof w:val="0"/>
          <w:lang w:eastAsia="en-US"/>
        </w:rPr>
        <w:t xml:space="preserve">Decizia Asociatului unic/Hotărâre AGA de aprobare a proiectului și a </w:t>
      </w:r>
    </w:p>
    <w:p w14:paraId="565EAE3E" w14:textId="77777777"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b/>
          <w:noProof w:val="0"/>
          <w:lang w:eastAsia="en-US"/>
        </w:rPr>
        <w:t>cheltuielilor legate de proiect</w:t>
      </w:r>
      <w:r w:rsidRPr="00F1143E">
        <w:rPr>
          <w:rFonts w:ascii="Calibri" w:eastAsia="Calibri" w:hAnsi="Calibri"/>
          <w:noProof w:val="0"/>
          <w:lang w:eastAsia="en-US"/>
        </w:rPr>
        <w:t xml:space="preserve"> - model recomandat</w:t>
      </w:r>
    </w:p>
    <w:p w14:paraId="094F6D40" w14:textId="77777777"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bookmarkStart w:id="1" w:name="_GoBack"/>
      <w:bookmarkEnd w:id="1"/>
    </w:p>
    <w:p w14:paraId="471ED2DE" w14:textId="77777777"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</w:p>
    <w:p w14:paraId="048C6558" w14:textId="77777777"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Decizia Asociatului Unic al ........./Hotărârea Generală a Asociațiilor/Acționarilor .........</w:t>
      </w:r>
    </w:p>
    <w:p w14:paraId="19189A84" w14:textId="77777777"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nr. ..... din data de.....</w:t>
      </w:r>
    </w:p>
    <w:p w14:paraId="5FEC809C" w14:textId="77777777"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</w:p>
    <w:p w14:paraId="0F0EC587" w14:textId="77777777"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 xml:space="preserve">Asociatul unic/Asociații/Acționarii: ....... întruniți în ședința Adunării Generale a Asociaților/Acționarilor din data de ........, legal convocată în conformitate cu prevederile statutare și ale Legii nr. 31/1990, republicată, cu modificările și completările ulterioare, </w:t>
      </w:r>
    </w:p>
    <w:p w14:paraId="44BC9240" w14:textId="77777777"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</w:p>
    <w:p w14:paraId="114382A9" w14:textId="77777777"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A DECIS/AU HOTĂRÂT</w:t>
      </w:r>
    </w:p>
    <w:p w14:paraId="65F845F7" w14:textId="1319CDD8" w:rsidR="00F864BD" w:rsidRPr="00F1143E" w:rsidRDefault="00F864BD" w:rsidP="00B51BDD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 xml:space="preserve">ART 1. Se aprobă proiectul cu titlul &lt;Titlu proiect&gt;, în vederea finanțării în cadrul Programului Regiunea Centru, Prioritatea 1 - O regiune competitivă prin inovare și întreprinderi dinamice pentru o economie inteligentă, </w:t>
      </w:r>
      <w:r w:rsidR="00B51BDD" w:rsidRPr="00B51BDD">
        <w:rPr>
          <w:rFonts w:ascii="Calibri" w:eastAsia="Calibri" w:hAnsi="Calibri"/>
          <w:noProof w:val="0"/>
          <w:lang w:eastAsia="en-US"/>
        </w:rPr>
        <w:t>Acțiunea 3: Întreprinderi inovative pentru o regiune inovativă</w:t>
      </w:r>
      <w:r w:rsidR="00B51BDD">
        <w:rPr>
          <w:rFonts w:ascii="Calibri" w:eastAsia="Calibri" w:hAnsi="Calibri"/>
          <w:noProof w:val="0"/>
          <w:lang w:eastAsia="en-US"/>
        </w:rPr>
        <w:t xml:space="preserve">, </w:t>
      </w:r>
      <w:r w:rsidR="00B51BDD" w:rsidRPr="00B51BDD">
        <w:rPr>
          <w:rFonts w:ascii="Calibri" w:eastAsia="Calibri" w:hAnsi="Calibri"/>
          <w:noProof w:val="0"/>
          <w:lang w:eastAsia="en-US"/>
        </w:rPr>
        <w:t>Intervenția 1.3.3 Trecerea de la idee la piață</w:t>
      </w:r>
      <w:r w:rsidRPr="00F1143E">
        <w:rPr>
          <w:rFonts w:ascii="Calibri" w:eastAsia="Calibri" w:hAnsi="Calibri"/>
          <w:noProof w:val="0"/>
          <w:lang w:eastAsia="en-US"/>
        </w:rPr>
        <w:t>.</w:t>
      </w:r>
    </w:p>
    <w:p w14:paraId="00A0F3E5" w14:textId="77777777"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ART 2. Se aprobă valoarea totală a proiectului prevăzut la art. 1 în cuantum de &lt;suma în cifre&gt; lei, inclusiv TVA, din care valoarea totală eligibilă &lt;suma în cifre&gt; lei și valoarea totală neeligibilă &lt;suma în cifre&gt; lei.</w:t>
      </w:r>
    </w:p>
    <w:p w14:paraId="39B93F88" w14:textId="77777777"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ART 3. Se aprobă contribuția proprie în proiect a &lt;denumire solicitant de finanțare&gt;, în cuantum de &lt;suma în cifre&gt; lei, formată din:</w:t>
      </w:r>
    </w:p>
    <w:p w14:paraId="12C705BF" w14:textId="77777777" w:rsidR="00F864BD" w:rsidRPr="00F1143E" w:rsidRDefault="00F864BD" w:rsidP="00F1143E">
      <w:pPr>
        <w:numPr>
          <w:ilvl w:val="0"/>
          <w:numId w:val="17"/>
        </w:numPr>
        <w:spacing w:after="160" w:line="259" w:lineRule="auto"/>
        <w:contextualSpacing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... lei, respectiv ....% din valoarea totală eligibilă a proiectului, reprezentând cofinanțarea proiectului;</w:t>
      </w:r>
    </w:p>
    <w:p w14:paraId="78343E4F" w14:textId="77777777" w:rsidR="00F864BD" w:rsidRPr="00F1143E" w:rsidRDefault="00F864BD" w:rsidP="00F1143E">
      <w:pPr>
        <w:numPr>
          <w:ilvl w:val="0"/>
          <w:numId w:val="17"/>
        </w:numPr>
        <w:spacing w:after="160" w:line="259" w:lineRule="auto"/>
        <w:contextualSpacing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... lei, reprezentând valoarea totală neeligibilă a proiectului.</w:t>
      </w:r>
    </w:p>
    <w:p w14:paraId="0747594F" w14:textId="77777777" w:rsidR="0052065C" w:rsidRPr="00F1143E" w:rsidRDefault="0052065C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</w:p>
    <w:p w14:paraId="5739E1DF" w14:textId="77777777"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ART 4. Se aprobă asigurarea din &lt;sursa fondurilor&gt; a sumelor declarate neeligibile pe parcursul implementării proiectului, altele decât cele prevăzute în bugetul inițial, precum și cheltuielile conexe/auxiliare ce pot apărea pe durata implementării proiectului, pentru implementarea acestuia în condiții optime.</w:t>
      </w:r>
    </w:p>
    <w:p w14:paraId="629B0E5D" w14:textId="77777777"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ART 5. Se aprobă asigurarea tuturor resurselor financiare și efectuarea tuturor cheltuielilor necesare implementării proiectului în condițiile rambursării/ decontării ulterioare a cheltuielilor eligibile din instrumente structurale în conformitate cu prevederile contractului de finanțare.</w:t>
      </w:r>
    </w:p>
    <w:p w14:paraId="7182E444" w14:textId="77777777"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ART 6. Se vor asigura sumele reprezentând cheltuielile de funcționare și întreținere aferente proiectului, în vederea sustenabilității financiare a acestuia.</w:t>
      </w:r>
    </w:p>
    <w:p w14:paraId="457C06C7" w14:textId="77777777"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ART 7. Se împuternicește dl/dna &lt;Nume și prenume&gt;, în calitate de reprezentant legal, să semneze în numele &lt;denumire solicitant de finanțare&gt; toate documentele necesare pentru proiectul &lt;titlu proiect&gt;, inclusiv contractul de finanțare.</w:t>
      </w:r>
    </w:p>
    <w:p w14:paraId="421CE6B8" w14:textId="77777777" w:rsidR="00F53C23" w:rsidRPr="00F1143E" w:rsidRDefault="00F53C23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</w:p>
    <w:p w14:paraId="69CC064B" w14:textId="77777777"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Prezenta hotărâre a fost adoptată astăzi, .......</w:t>
      </w:r>
    </w:p>
    <w:p w14:paraId="531A6933" w14:textId="77777777" w:rsidR="00F53C23" w:rsidRPr="00F1143E" w:rsidRDefault="00F53C23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</w:p>
    <w:p w14:paraId="3742B054" w14:textId="77777777"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Asociat unic/Asociați/Acționari,</w:t>
      </w:r>
    </w:p>
    <w:p w14:paraId="14736873" w14:textId="77777777"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Nume/prenume</w:t>
      </w:r>
    </w:p>
    <w:p w14:paraId="2A7AC6C4" w14:textId="77777777"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Semnătura</w:t>
      </w:r>
    </w:p>
    <w:p w14:paraId="43280F84" w14:textId="77777777"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</w:p>
    <w:p w14:paraId="72E80B46" w14:textId="77777777"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Nume/prenume</w:t>
      </w:r>
    </w:p>
    <w:p w14:paraId="4B0571D8" w14:textId="77777777"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Semnătura</w:t>
      </w:r>
    </w:p>
    <w:bookmarkEnd w:id="0"/>
    <w:p w14:paraId="2AED3739" w14:textId="77777777" w:rsidR="00F864BD" w:rsidRPr="00F1143E" w:rsidRDefault="00F864BD" w:rsidP="00F1143E">
      <w:pPr>
        <w:pStyle w:val="Header"/>
        <w:jc w:val="both"/>
        <w:rPr>
          <w:rFonts w:ascii="Calibri" w:eastAsia="Calibri" w:hAnsi="Calibri" w:cs="Calibri"/>
          <w:b/>
        </w:rPr>
      </w:pPr>
    </w:p>
    <w:sectPr w:rsidR="00F864BD" w:rsidRPr="00F1143E" w:rsidSect="006816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93" w:right="991" w:bottom="1843" w:left="1247" w:header="851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8400CE" w14:textId="77777777" w:rsidR="002A3068" w:rsidRDefault="002A3068">
      <w:r>
        <w:separator/>
      </w:r>
    </w:p>
  </w:endnote>
  <w:endnote w:type="continuationSeparator" w:id="0">
    <w:p w14:paraId="35108A1B" w14:textId="77777777" w:rsidR="002A3068" w:rsidRDefault="002A3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A2B022" w14:textId="77777777" w:rsidR="004E47E2" w:rsidRDefault="004E47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02EE8142" w14:textId="77777777">
      <w:trPr>
        <w:cantSplit/>
        <w:trHeight w:hRule="exact" w:val="340"/>
        <w:hidden/>
      </w:trPr>
      <w:tc>
        <w:tcPr>
          <w:tcW w:w="9210" w:type="dxa"/>
        </w:tcPr>
        <w:p w14:paraId="53DDE6DD" w14:textId="77777777"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14:paraId="12E173B5" w14:textId="77777777" w:rsidR="00F12E7F" w:rsidRDefault="008E148B" w:rsidP="00F12E7F">
    <w:pPr>
      <w:pStyle w:val="Footer"/>
    </w:pPr>
    <w:r>
      <w:rPr>
        <w:lang w:val="en-US" w:eastAsia="en-US"/>
      </w:rPr>
      <w:drawing>
        <wp:anchor distT="0" distB="0" distL="114300" distR="114300" simplePos="0" relativeHeight="251664384" behindDoc="0" locked="0" layoutInCell="1" allowOverlap="1" wp14:anchorId="5635A78F" wp14:editId="6369F46F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2D33E35" wp14:editId="2D066912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49F262" w14:textId="77777777"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72D33E35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" filled="f" stroked="f">
              <v:textbox>
                <w:txbxContent>
                  <w:p w14:paraId="0049F262" w14:textId="77777777"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9F9AE14" wp14:editId="2A982D9A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14D975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group w14:anchorId="69F9AE14"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CZiI3mdojtk6usFZq+N6fBvXF+uv5uiI+9Gy63HTop5c+bqBR6viWp1e8ZL7Un5Fei&#10;ELLqcmXotbaO6OoERyAAaPwcycrS5MfzbLDh1t8Vq90gt0s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CZiI3mdojtOrrBV6zjenwb1w/rr+b3sfejZtbjp0U8ufN&#10;1Ao9XxDU6yf1t/J+ZXohBy6jJm99bo7o6gRXMAAAAFx4OZNtTkx7++rv/BL4dbbJavfANEs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BW63jOn0+9cc87k7o6o+9H&#10;zazHj6K+VbzdQKLV8R1GsmecvMU+ZXohBy6jJmnyrbR3R1AiOQAAAAAAAncHyc3xLF3W8mXbR25O&#10;or5+gGsWo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IWu4np9HExa&#10;eXk+ZXr+/ucc2px4eiZ3t3QCg1vFNRrN6zbkY/mV/PvQM2qyZujfk17oBBcQAAAAAAAAAHTT35vU&#10;Y7/NtEvWOeTkrPdINrE7xE965jpgH0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Bx1Oqw6WnKzZIr3R2z6IeMmWmKu97RAKDXcbzZ96YP1WPv+VPsQc2tvfeMfk1/EFWig+AA&#10;AAAAAAAAAAANnocnO6PDfvrC4wW5WGlu+Ad3s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B8tatKza0xWsdczPU+TMRG8ztAKbXcdrXfHpI5U/vJ6vuRM+uiN64umfnSCiy5cma8&#10;3y3m9p7ZlBte17cq0zM+cHh8AAAAAAAAAAAAAAAGp4Fk5fDqx21mYWehtytPEd07AsUg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EHX8VwaLev7TL8yJ6vTPY4Z9VTD0e+t3QDO6&#10;3X59bffJbavZSOqFfmz3zT5U9HZEdQIrmAAAAAAAAAAAAAAAAAAvvBrJ5ObH54sncOt0Xr94LxN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eM2bHgxzky2itY65l5vetKza07RAKDX&#10;8cyZd8el3x0+d8qfYg59ba+9cXkx39sgqJmZneZ3lE6wfAAAAAAAAAAAAAAAAAAAAWng/k5GvmvZ&#10;espOgttn274Bplk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Cu4hxfDpN6U2yZe6O&#10;qPSj6jV0xeTXyr93cDO6rV5tXk5ea2/dEdUK/LlvltvefuBweAAAAAAAAAAAAAAAAAAAAAAErhuT&#10;mtfhtv8AK2dNNbk56T5wbBb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PGXLTDjnJkt&#10;Fax1zL5a1aVm1p2iO0FBxHjd82+PS70p227Z9iBqNbN/Jxb1r39sgqEQHwAAAAAAAAAAAAAAAAAA&#10;AAAAAHqluRetu6dyJ2tE9wNtjtF8dbR2xErqs71ie+Aen0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RNdxHDoq+XPKyT1Ujrn2OWfUUwx09NuyIBmdbrs2tycrLbasdVI6oVubPfNbe09HZHZ&#10;AIzmAAAAAAAAAAAAAAAAAAAAAAAAAAANfwrJznDsM9sV2W2ltytPSfNsCW6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TMRG89EAKbiPG60icWknlW6pv2R6EPUa2K71xdM/OBQXvbJabXtNrT1z&#10;M7zKBMzad7TMzPbIPIAAAAAAAAAAAAAAAAAAAAAAAAAAAADS+DuTlaK1PmWWPD7b4ZjukFql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r8IMPOaGMkR047b/dKNr6crByu2sgzKtAAAAAAAAAAAAAAAAA&#10;AAAAAAAAAAAAAAAAAafgGTl8P5PzLTCy0Ft8G3dILNJ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Ck8JMO9MWeI6p5M/l+aFxGnRW/3AoEEAAAAAAAAAAAA&#10;AAAAAAAAAAAAAAAAAAAAEjQZOa12G/daHvBbk56T5wbJc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lqNPi1WKceakWr+Meh5yY65a8m8bwDN8R4Tl0czekTkw/Ojrj0q3UaW+GZtHlU7+4Fc4AAAAA&#10;AAAAAAAAAAAAAAAAAAAAAAAAAAAAsOB4+XxKk7e9ibf+/wAXfRV5Wpr5o3Bqlo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14:paraId="6314D975" w14:textId="77777777"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B1A3BD9" wp14:editId="2876B193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B8ABD5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3AA4BEC1" w14:textId="77777777"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5D36CAAD" w14:textId="77777777"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2B1A3BD9"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" stroked="f">
              <v:stroke dashstyle="1 1" endcap="round"/>
              <v:textbox>
                <w:txbxContent>
                  <w:p w14:paraId="0FB8ABD5" w14:textId="77777777"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3AA4BEC1" w14:textId="77777777"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5D36CAAD" w14:textId="77777777"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61312" behindDoc="0" locked="0" layoutInCell="1" allowOverlap="1" wp14:anchorId="6C8721A7" wp14:editId="1722E7ED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E20991B" w14:textId="77777777" w:rsidR="002B3BB9" w:rsidRDefault="002B3BB9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87393C" w14:textId="77777777" w:rsidR="00072DDE" w:rsidRDefault="008E148B">
    <w:pPr>
      <w:pStyle w:val="Footer"/>
    </w:pPr>
    <w:r>
      <w:rPr>
        <w:lang w:val="en-US" w:eastAsia="en-US"/>
      </w:rPr>
      <w:drawing>
        <wp:anchor distT="0" distB="0" distL="114300" distR="114300" simplePos="0" relativeHeight="251659264" behindDoc="0" locked="0" layoutInCell="1" allowOverlap="1" wp14:anchorId="50202BE4" wp14:editId="7D40BA4B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737C1BD" wp14:editId="7110381D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CCCB50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3737C1BD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" filled="f" stroked="f">
              <v:textbox>
                <w:txbxContent>
                  <w:p w14:paraId="16CCCB50" w14:textId="77777777"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1645A32E" wp14:editId="0891CBE5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F1AFA1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group w14:anchorId="1645A32E"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JmIjeZ2iO2Tq6wVmr43p8G9cX66/m6Ij70bLrcdOinlz5uoFHq+JanV7xkvtSfkV6IQ&#10;supyZei1to7o6gRHIABo/BzJytLkx/NssOHW3xWr3SC3Sw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JmIjeZ2iO06usFXrON6fBvXD+uv5vex96Nm1uOnRTy583U&#10;Cj1fENTrJ/W38n5leiEHLqMmb31ujujqBFcwAAAAXHg5k21OTHv76u/8Evh1tslq98A0Sw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FbreM6fT71xzzuTujqj70fN&#10;rMePor5VvN1AotXxHUayZ5y8xT5leiEHLqMmafKttHdHUCI5AAAAAAACdwfJzfEsXdbyZdtHbk6i&#10;vn6Aaxag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ha7ien0cTFp5&#10;eT5lev7+5xzanHh6Jne3dAKDW8U1Gs3rNuRj+ZX8+9AzarJm6N+TXugEFxAAAAAAAAAAdNPfm9Rj&#10;v820S9Y55OSs90g2sTvET3rmOmAfQ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HHU6rDpacrNkivdHbPoh4yZaYq73tEAoNdxvNn3pg/VY+/5U+xBza2994x+TX8QVaKD4AAA&#10;AAAAAAAAAA2ehyc7o8N++sLjBblYaW74B3ew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Hy1q0rNrTFax1zM9T5MxEbzO0Aptdx2td8ekjlT+8nq+5Ez66I3ri6Z+dIKLLlyZrzf&#10;Leb2ntmUG17XtyrTMz5weHwAAAAAAAAAAAAAAAangWTl8OrHbWZhZ6G3K08R3TsCxS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QdfxXBot6/tMvzInq9M9jhn1VMPR763dAM7rd&#10;fn1t98ltq9lI6oV+bPfNPlT0dkR1AiuYAAAAAAAAAAAAAAAAAC+8Gsnk5sfniydw63Rev3gvE0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B4zZseDHOTLaK1jrmXm960rNrTtEAoNfx&#10;zJl3x6XfHT53yp9iDn1tr71xeTHf2yComZmd5neUTrB8AAAAAAAAAAAAAAAAAAABaeD+Tka+a9l6&#10;yk6C22fbvgGmWQ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K7iHF8Ok3pTbJl7o6o&#10;9KPqNXTF5NfKv3dwM7qtXm1eTl5rb90R1Qr8uW+W295+4HB4AAAAAAAAAAAAAAAAAAAAAASuG5Oa&#10;1+G2/wArZ001uTnpPnBsFu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8ZctMOOcmS0V&#10;rHXMvlrVpWbWnaI7QUHEeN3zb49LvSnbbtn2IGo1s38nFvWvf2yCoRAfAAAAAAAAAAAAAAAAAAAA&#10;AAAAeqW5F627p3Ina0T3A22O0Xx1tHbESuqzvWJ74B6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BE13EcOir5c8rJPVSOufY5Z9RTDHT027IgGZ1uuza3Jysttqx1UjqhW5s981t7T0dkdkA&#10;jOYAAAAAAAAAAAAAAAAAAAAAAAAAAA1/CsnOcOwz2xXZbaW3K09J82wJb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BMxEbz0QApuI8brSJxaSeVbqm/ZHoQ9RrYrvXF0z84FBe9slpte02tPXMz&#10;vMoEzNp3tMzM9sg8gAAAAAAAAAAAAAAAAAAAAAAAAAAAANL4O5OVorU+ZZY8PtvhmO6QWqU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KTwkw70xZ4jqnkz+X5oXEadFb/cCgQQAAAAAAAAAAAAA&#10;AAAAAAAAAAAAAAAAAAASNBk5rXYb91oe8FuTnpPnBslw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OWo0+LVYpx5qRav4x6HnJjrlrybxvAM3xHhOXRzN6ROTD86OuPSrdRpb4Zm0eVTv7gVzgAAAAAA&#10;AAAAAAAAAAAAAAAAAAAAAAAAAACw4Hj5fEqTt72Jt/7/ABd9FXlamvmjcGqWg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2DF1AFA1" w14:textId="77777777"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5C47BBCC" wp14:editId="46FC765F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467074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7A54B8BA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1F3FA651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5C47BBCC"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" stroked="f">
              <v:stroke dashstyle="1 1" endcap="round"/>
              <v:textbox>
                <w:txbxContent>
                  <w:p w14:paraId="05467074" w14:textId="77777777"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7A54B8BA" w14:textId="77777777"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1F3FA651" w14:textId="77777777"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6192" behindDoc="0" locked="0" layoutInCell="1" allowOverlap="1" wp14:anchorId="5E55FE9D" wp14:editId="2415C0A7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6C51AF" w14:textId="77777777" w:rsidR="002A3068" w:rsidRDefault="002A3068">
      <w:r>
        <w:separator/>
      </w:r>
    </w:p>
  </w:footnote>
  <w:footnote w:type="continuationSeparator" w:id="0">
    <w:p w14:paraId="73076805" w14:textId="77777777" w:rsidR="002A3068" w:rsidRDefault="002A3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6FD0F" w14:textId="6A6C19E4" w:rsidR="004E47E2" w:rsidRDefault="004E47E2">
    <w:pPr>
      <w:pStyle w:val="Header"/>
    </w:pPr>
    <w:r>
      <w:pict w14:anchorId="029A098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0824844" o:spid="_x0000_s7170" type="#_x0000_t136" style="position:absolute;margin-left:0;margin-top:0;width:590.65pt;height:90.8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481272" w14:textId="4034AB00" w:rsidR="002B3BB9" w:rsidRPr="00851382" w:rsidRDefault="004E47E2">
    <w:pPr>
      <w:pStyle w:val="Header"/>
      <w:rPr>
        <w:color w:val="999999"/>
      </w:rPr>
    </w:pPr>
    <w:r>
      <w:pict w14:anchorId="1733FB1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0824845" o:spid="_x0000_s7171" type="#_x0000_t136" style="position:absolute;margin-left:0;margin-top:0;width:590.65pt;height:90.8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8E148B" w:rsidRPr="00851382">
      <w:rPr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4E19BF76" wp14:editId="4CD30362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8C848E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36C63D23" w14:textId="77777777"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group w14:anchorId="4E19BF76"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14:paraId="718C848E" w14:textId="77777777" w:rsidR="00376CFE" w:rsidRDefault="00376CFE" w:rsidP="00376CFE">
                      <w:pPr>
                        <w:spacing w:line="330" w:lineRule="auto"/>
                      </w:pPr>
                    </w:p>
                    <w:p w14:paraId="36C63D23" w14:textId="77777777" w:rsidR="00376CFE" w:rsidRPr="00851382" w:rsidRDefault="00376CF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F1143E">
      <w:rPr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F1143E">
      <w:rPr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  <w:p w14:paraId="55F8725C" w14:textId="77777777" w:rsidR="002B3BB9" w:rsidRDefault="002B3BB9"/>
  <w:p w14:paraId="3748102F" w14:textId="77777777" w:rsidR="002B3BB9" w:rsidRDefault="002B3BB9"/>
  <w:p w14:paraId="62A1AFF7" w14:textId="77777777" w:rsidR="002B3BB9" w:rsidRDefault="002B3BB9"/>
  <w:p w14:paraId="6FE88F36" w14:textId="77777777" w:rsidR="002B3BB9" w:rsidRDefault="002B3BB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A27849" w14:textId="104EE40C" w:rsidR="002B3BB9" w:rsidRDefault="004E47E2">
    <w:pPr>
      <w:pStyle w:val="Header"/>
      <w:tabs>
        <w:tab w:val="clear" w:pos="4536"/>
        <w:tab w:val="clear" w:pos="9072"/>
        <w:tab w:val="left" w:pos="6473"/>
      </w:tabs>
    </w:pPr>
    <w:r>
      <w:pict w14:anchorId="4155B6B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0824843" o:spid="_x0000_s7169" type="#_x0000_t136" style="position:absolute;margin-left:0;margin-top:0;width:590.65pt;height:90.8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8E148B">
      <w:rPr>
        <w:lang w:val="en-US" w:eastAsia="en-US"/>
      </w:rPr>
      <w:drawing>
        <wp:anchor distT="0" distB="0" distL="114300" distR="114300" simplePos="0" relativeHeight="251652096" behindDoc="0" locked="0" layoutInCell="1" allowOverlap="1" wp14:anchorId="31282413" wp14:editId="6BFCB07C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E148B">
      <w:rPr>
        <w:lang w:val="en-US" w:eastAsia="en-US"/>
      </w:rPr>
      <w:drawing>
        <wp:anchor distT="0" distB="0" distL="114300" distR="114300" simplePos="0" relativeHeight="251653120" behindDoc="0" locked="0" layoutInCell="1" allowOverlap="1" wp14:anchorId="580B7F1B" wp14:editId="4C18049A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E148B">
      <w:rPr>
        <w:lang w:val="en-US" w:eastAsia="en-US"/>
      </w:rPr>
      <w:drawing>
        <wp:anchor distT="0" distB="0" distL="114300" distR="114300" simplePos="0" relativeHeight="251654144" behindDoc="0" locked="0" layoutInCell="1" allowOverlap="1" wp14:anchorId="507560F6" wp14:editId="42158F1D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87716D"/>
    <w:multiLevelType w:val="hybridMultilevel"/>
    <w:tmpl w:val="7482FCA0"/>
    <w:lvl w:ilvl="0" w:tplc="00000004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1072B3"/>
    <w:multiLevelType w:val="hybridMultilevel"/>
    <w:tmpl w:val="7A3A930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8016B7"/>
    <w:multiLevelType w:val="hybridMultilevel"/>
    <w:tmpl w:val="F24626A6"/>
    <w:lvl w:ilvl="0" w:tplc="8D661D1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E6F1450"/>
    <w:multiLevelType w:val="multilevel"/>
    <w:tmpl w:val="231EA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4901DE"/>
    <w:multiLevelType w:val="hybridMultilevel"/>
    <w:tmpl w:val="A4FCF7F4"/>
    <w:lvl w:ilvl="0" w:tplc="8D661D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-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-426"/>
        </w:tabs>
        <w:ind w:left="1014" w:hanging="360"/>
      </w:pPr>
    </w:lvl>
    <w:lvl w:ilvl="2">
      <w:start w:val="1"/>
      <w:numFmt w:val="lowerRoman"/>
      <w:lvlText w:val="%3."/>
      <w:lvlJc w:val="right"/>
      <w:pPr>
        <w:tabs>
          <w:tab w:val="num" w:pos="-426"/>
        </w:tabs>
        <w:ind w:left="1734" w:hanging="180"/>
      </w:pPr>
    </w:lvl>
    <w:lvl w:ilvl="3">
      <w:start w:val="1"/>
      <w:numFmt w:val="decimal"/>
      <w:lvlText w:val="%4."/>
      <w:lvlJc w:val="left"/>
      <w:pPr>
        <w:tabs>
          <w:tab w:val="num" w:pos="-426"/>
        </w:tabs>
        <w:ind w:left="2454" w:hanging="360"/>
      </w:pPr>
    </w:lvl>
    <w:lvl w:ilvl="4">
      <w:start w:val="1"/>
      <w:numFmt w:val="lowerLetter"/>
      <w:lvlText w:val="%5."/>
      <w:lvlJc w:val="left"/>
      <w:pPr>
        <w:tabs>
          <w:tab w:val="num" w:pos="-426"/>
        </w:tabs>
        <w:ind w:left="3174" w:hanging="360"/>
      </w:pPr>
    </w:lvl>
    <w:lvl w:ilvl="5">
      <w:start w:val="1"/>
      <w:numFmt w:val="lowerRoman"/>
      <w:lvlText w:val="%6."/>
      <w:lvlJc w:val="right"/>
      <w:pPr>
        <w:tabs>
          <w:tab w:val="num" w:pos="-426"/>
        </w:tabs>
        <w:ind w:left="3894" w:hanging="180"/>
      </w:pPr>
    </w:lvl>
    <w:lvl w:ilvl="6">
      <w:start w:val="1"/>
      <w:numFmt w:val="decimal"/>
      <w:lvlText w:val="%7."/>
      <w:lvlJc w:val="left"/>
      <w:pPr>
        <w:tabs>
          <w:tab w:val="num" w:pos="-426"/>
        </w:tabs>
        <w:ind w:left="4614" w:hanging="360"/>
      </w:pPr>
    </w:lvl>
    <w:lvl w:ilvl="7">
      <w:start w:val="1"/>
      <w:numFmt w:val="lowerLetter"/>
      <w:lvlText w:val="%8."/>
      <w:lvlJc w:val="left"/>
      <w:pPr>
        <w:tabs>
          <w:tab w:val="num" w:pos="-426"/>
        </w:tabs>
        <w:ind w:left="5334" w:hanging="360"/>
      </w:pPr>
    </w:lvl>
    <w:lvl w:ilvl="8">
      <w:start w:val="1"/>
      <w:numFmt w:val="lowerRoman"/>
      <w:lvlText w:val="%9."/>
      <w:lvlJc w:val="right"/>
      <w:pPr>
        <w:tabs>
          <w:tab w:val="num" w:pos="-426"/>
        </w:tabs>
        <w:ind w:left="6054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1"/>
  </w:num>
  <w:num w:numId="5">
    <w:abstractNumId w:val="0"/>
  </w:num>
  <w:num w:numId="6">
    <w:abstractNumId w:val="10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9"/>
  </w:num>
  <w:num w:numId="10">
    <w:abstractNumId w:val="13"/>
  </w:num>
  <w:num w:numId="11">
    <w:abstractNumId w:val="8"/>
  </w:num>
  <w:num w:numId="12">
    <w:abstractNumId w:val="12"/>
  </w:num>
  <w:num w:numId="13">
    <w:abstractNumId w:val="14"/>
  </w:num>
  <w:num w:numId="14">
    <w:abstractNumId w:val="15"/>
  </w:num>
  <w:num w:numId="15">
    <w:abstractNumId w:val="2"/>
  </w:num>
  <w:num w:numId="16">
    <w:abstractNumId w:val="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7172"/>
    <o:shapelayout v:ext="edit">
      <o:idmap v:ext="edit" data="7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362B9"/>
    <w:rsid w:val="00063CF6"/>
    <w:rsid w:val="00072DDE"/>
    <w:rsid w:val="00080850"/>
    <w:rsid w:val="0009018B"/>
    <w:rsid w:val="00094830"/>
    <w:rsid w:val="000A738A"/>
    <w:rsid w:val="000C2AAE"/>
    <w:rsid w:val="00110896"/>
    <w:rsid w:val="00114571"/>
    <w:rsid w:val="001175F2"/>
    <w:rsid w:val="0012685D"/>
    <w:rsid w:val="001357F6"/>
    <w:rsid w:val="00141ED9"/>
    <w:rsid w:val="00144BFD"/>
    <w:rsid w:val="0016540B"/>
    <w:rsid w:val="00183F78"/>
    <w:rsid w:val="001C4BDF"/>
    <w:rsid w:val="001E7D06"/>
    <w:rsid w:val="00243C03"/>
    <w:rsid w:val="00243E78"/>
    <w:rsid w:val="00255002"/>
    <w:rsid w:val="00260002"/>
    <w:rsid w:val="002A3068"/>
    <w:rsid w:val="002B3BB9"/>
    <w:rsid w:val="002B53C9"/>
    <w:rsid w:val="002C46CD"/>
    <w:rsid w:val="002D230E"/>
    <w:rsid w:val="002D4D83"/>
    <w:rsid w:val="002E07E9"/>
    <w:rsid w:val="002F1246"/>
    <w:rsid w:val="00326DC2"/>
    <w:rsid w:val="00351F71"/>
    <w:rsid w:val="00376CFE"/>
    <w:rsid w:val="003C0CF4"/>
    <w:rsid w:val="003C2B68"/>
    <w:rsid w:val="003D494E"/>
    <w:rsid w:val="003E2E03"/>
    <w:rsid w:val="0041614F"/>
    <w:rsid w:val="00472B87"/>
    <w:rsid w:val="00474F02"/>
    <w:rsid w:val="00481FDD"/>
    <w:rsid w:val="004A380E"/>
    <w:rsid w:val="004E47E2"/>
    <w:rsid w:val="0052065C"/>
    <w:rsid w:val="00523BEA"/>
    <w:rsid w:val="005266F7"/>
    <w:rsid w:val="00561F8E"/>
    <w:rsid w:val="00584A23"/>
    <w:rsid w:val="005A2511"/>
    <w:rsid w:val="005A6B00"/>
    <w:rsid w:val="005C0108"/>
    <w:rsid w:val="005C21C9"/>
    <w:rsid w:val="005C7AFF"/>
    <w:rsid w:val="005E04A0"/>
    <w:rsid w:val="00612F96"/>
    <w:rsid w:val="00643AC4"/>
    <w:rsid w:val="00644EA2"/>
    <w:rsid w:val="00660809"/>
    <w:rsid w:val="006759DF"/>
    <w:rsid w:val="0068161B"/>
    <w:rsid w:val="006A3CB0"/>
    <w:rsid w:val="006A4088"/>
    <w:rsid w:val="006B79B9"/>
    <w:rsid w:val="006F14B9"/>
    <w:rsid w:val="007209E0"/>
    <w:rsid w:val="00754551"/>
    <w:rsid w:val="00757A9D"/>
    <w:rsid w:val="00796354"/>
    <w:rsid w:val="007A69A6"/>
    <w:rsid w:val="007C403D"/>
    <w:rsid w:val="007D40F0"/>
    <w:rsid w:val="0082118F"/>
    <w:rsid w:val="00837EE4"/>
    <w:rsid w:val="00851382"/>
    <w:rsid w:val="008551AD"/>
    <w:rsid w:val="00855B0E"/>
    <w:rsid w:val="00862A3C"/>
    <w:rsid w:val="0087265A"/>
    <w:rsid w:val="0088290B"/>
    <w:rsid w:val="008A7000"/>
    <w:rsid w:val="008C26CE"/>
    <w:rsid w:val="008E148B"/>
    <w:rsid w:val="008E31C9"/>
    <w:rsid w:val="008E7688"/>
    <w:rsid w:val="008F1117"/>
    <w:rsid w:val="008F2F82"/>
    <w:rsid w:val="00920355"/>
    <w:rsid w:val="00927C4B"/>
    <w:rsid w:val="00936CF8"/>
    <w:rsid w:val="00945E4C"/>
    <w:rsid w:val="00950345"/>
    <w:rsid w:val="0095716B"/>
    <w:rsid w:val="00973F0D"/>
    <w:rsid w:val="009F711B"/>
    <w:rsid w:val="00A06DE4"/>
    <w:rsid w:val="00A4712A"/>
    <w:rsid w:val="00A82042"/>
    <w:rsid w:val="00A96492"/>
    <w:rsid w:val="00AB1EDA"/>
    <w:rsid w:val="00AE4990"/>
    <w:rsid w:val="00B15233"/>
    <w:rsid w:val="00B24E12"/>
    <w:rsid w:val="00B51BDD"/>
    <w:rsid w:val="00B565C5"/>
    <w:rsid w:val="00B671E8"/>
    <w:rsid w:val="00B73711"/>
    <w:rsid w:val="00B920FA"/>
    <w:rsid w:val="00BC7BB0"/>
    <w:rsid w:val="00BD3175"/>
    <w:rsid w:val="00C05C7A"/>
    <w:rsid w:val="00C416F1"/>
    <w:rsid w:val="00C57EC0"/>
    <w:rsid w:val="00C707BE"/>
    <w:rsid w:val="00C82AD1"/>
    <w:rsid w:val="00C916A3"/>
    <w:rsid w:val="00CC6C98"/>
    <w:rsid w:val="00D20F33"/>
    <w:rsid w:val="00D22014"/>
    <w:rsid w:val="00D34391"/>
    <w:rsid w:val="00D3649F"/>
    <w:rsid w:val="00D63277"/>
    <w:rsid w:val="00D94812"/>
    <w:rsid w:val="00DB59B7"/>
    <w:rsid w:val="00DD113C"/>
    <w:rsid w:val="00E31672"/>
    <w:rsid w:val="00E42F15"/>
    <w:rsid w:val="00E44DDB"/>
    <w:rsid w:val="00E753B1"/>
    <w:rsid w:val="00E8700E"/>
    <w:rsid w:val="00E91751"/>
    <w:rsid w:val="00E94ED1"/>
    <w:rsid w:val="00EA048C"/>
    <w:rsid w:val="00EB4E46"/>
    <w:rsid w:val="00EF25AA"/>
    <w:rsid w:val="00EF6CD7"/>
    <w:rsid w:val="00F07CA5"/>
    <w:rsid w:val="00F1143E"/>
    <w:rsid w:val="00F12E7F"/>
    <w:rsid w:val="00F302EB"/>
    <w:rsid w:val="00F35E6C"/>
    <w:rsid w:val="00F53C23"/>
    <w:rsid w:val="00F864BD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2"/>
    <o:shapelayout v:ext="edit">
      <o:idmap v:ext="edit" data="1"/>
    </o:shapelayout>
  </w:shapeDefaults>
  <w:decimalSymbol w:val="."/>
  <w:listSeparator w:val=","/>
  <w14:docId w14:val="303E9CC7"/>
  <w15:chartTrackingRefBased/>
  <w15:docId w15:val="{6D0BD4E2-364A-4B9F-905C-2632D6D02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criterii">
    <w:name w:val="criterii"/>
    <w:basedOn w:val="Normal"/>
    <w:rsid w:val="00B565C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customStyle="1" w:styleId="instruct">
    <w:name w:val="instruct"/>
    <w:basedOn w:val="Normal"/>
    <w:rsid w:val="0012685D"/>
    <w:pPr>
      <w:widowControl w:val="0"/>
      <w:suppressAutoHyphens/>
      <w:autoSpaceDE w:val="0"/>
      <w:spacing w:before="40" w:after="40"/>
    </w:pPr>
    <w:rPr>
      <w:rFonts w:ascii="Arial" w:hAnsi="Arial" w:cs="Arial"/>
      <w:i/>
      <w:iCs/>
      <w:sz w:val="20"/>
      <w:szCs w:val="21"/>
      <w:shd w:val="clear" w:color="auto" w:fill="E0E0E0"/>
      <w:lang w:eastAsia="ar-SA"/>
    </w:rPr>
  </w:style>
  <w:style w:type="character" w:customStyle="1" w:styleId="HeaderChar">
    <w:name w:val="Header Char"/>
    <w:link w:val="Header"/>
    <w:rsid w:val="0012685D"/>
    <w:rPr>
      <w:rFonts w:ascii="Arial Narrow" w:hAnsi="Arial Narrow"/>
      <w:sz w:val="24"/>
      <w:szCs w:val="24"/>
      <w:lang w:eastAsia="de-DE"/>
    </w:rPr>
  </w:style>
  <w:style w:type="paragraph" w:styleId="Title">
    <w:name w:val="Title"/>
    <w:basedOn w:val="Normal"/>
    <w:next w:val="Subtitle"/>
    <w:link w:val="TitleChar"/>
    <w:qFormat/>
    <w:rsid w:val="0012685D"/>
    <w:pPr>
      <w:suppressAutoHyphens/>
      <w:jc w:val="center"/>
    </w:pPr>
    <w:rPr>
      <w:rFonts w:ascii="Arial" w:hAnsi="Arial"/>
      <w:b/>
      <w:bCs/>
      <w:sz w:val="20"/>
      <w:lang w:eastAsia="ar-SA"/>
    </w:rPr>
  </w:style>
  <w:style w:type="character" w:customStyle="1" w:styleId="TitleChar">
    <w:name w:val="Title Char"/>
    <w:link w:val="Title"/>
    <w:rsid w:val="0012685D"/>
    <w:rPr>
      <w:rFonts w:ascii="Arial" w:hAnsi="Arial"/>
      <w:b/>
      <w:bCs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12685D"/>
    <w:pPr>
      <w:numPr>
        <w:ilvl w:val="1"/>
      </w:numPr>
      <w:suppressAutoHyphens/>
      <w:spacing w:after="160"/>
    </w:pPr>
    <w:rPr>
      <w:rFonts w:ascii="Calibri" w:hAnsi="Calibri" w:cs="Arial"/>
      <w:color w:val="5A5A5A"/>
      <w:spacing w:val="15"/>
      <w:sz w:val="22"/>
      <w:szCs w:val="22"/>
      <w:lang w:eastAsia="ar-SA"/>
    </w:rPr>
  </w:style>
  <w:style w:type="character" w:customStyle="1" w:styleId="SubtitleChar">
    <w:name w:val="Subtitle Char"/>
    <w:link w:val="Subtitle"/>
    <w:uiPriority w:val="11"/>
    <w:rsid w:val="0012685D"/>
    <w:rPr>
      <w:rFonts w:ascii="Calibri" w:hAnsi="Calibri" w:cs="Arial"/>
      <w:color w:val="5A5A5A"/>
      <w:spacing w:val="15"/>
      <w:sz w:val="22"/>
      <w:szCs w:val="22"/>
      <w:lang w:eastAsia="ar-SA"/>
    </w:rPr>
  </w:style>
  <w:style w:type="table" w:styleId="TableGrid">
    <w:name w:val="Table Grid"/>
    <w:basedOn w:val="TableNormal"/>
    <w:uiPriority w:val="59"/>
    <w:rsid w:val="007D40F0"/>
    <w:rPr>
      <w:rFonts w:ascii="Cambria" w:eastAsia="MS Mincho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val">
    <w:name w:val="eval"/>
    <w:basedOn w:val="Heading3"/>
    <w:rsid w:val="005266F7"/>
    <w:pPr>
      <w:tabs>
        <w:tab w:val="num" w:pos="3600"/>
      </w:tabs>
      <w:ind w:left="3600" w:hanging="360"/>
    </w:pPr>
    <w:rPr>
      <w:rFonts w:ascii="Arial" w:hAnsi="Arial"/>
      <w:noProof w:val="0"/>
      <w:sz w:val="20"/>
      <w:lang w:eastAsia="en-US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1 Char,body 2 Char,List Paragraph11 Char,Listă colorată - Accentuare 11 Char"/>
    <w:link w:val="ListParagraph"/>
    <w:uiPriority w:val="34"/>
    <w:qFormat/>
    <w:rsid w:val="00973F0D"/>
  </w:style>
  <w:style w:type="paragraph" w:styleId="ListParagraph">
    <w:name w:val="List Paragraph"/>
    <w:aliases w:val="Akapit z listą BS,Outlines a.b.c.,List_Paragraph,Multilevel para_II,Akapit z lista BS,List Paragraph1,Normal bullet 2,List1,body 2,List Paragraph11,Listă colorată - Accentuare 11,Bullet,Citation List,Forth level,List Paragraph compact,L,2"/>
    <w:basedOn w:val="Normal"/>
    <w:link w:val="ListParagraphChar"/>
    <w:uiPriority w:val="34"/>
    <w:qFormat/>
    <w:rsid w:val="00973F0D"/>
    <w:pPr>
      <w:suppressAutoHyphens/>
      <w:spacing w:after="160" w:line="259" w:lineRule="auto"/>
      <w:ind w:left="720"/>
      <w:contextualSpacing/>
    </w:pPr>
    <w:rPr>
      <w:rFonts w:ascii="Times New Roman" w:hAnsi="Times New Roman"/>
      <w:noProof w:val="0"/>
      <w:sz w:val="20"/>
      <w:szCs w:val="20"/>
      <w:lang w:eastAsia="ro-RO"/>
    </w:rPr>
  </w:style>
  <w:style w:type="paragraph" w:customStyle="1" w:styleId="bullet">
    <w:name w:val="bullet"/>
    <w:basedOn w:val="Normal"/>
    <w:qFormat/>
    <w:rsid w:val="00973F0D"/>
    <w:pPr>
      <w:numPr>
        <w:numId w:val="13"/>
      </w:numPr>
      <w:suppressAutoHyphens/>
      <w:spacing w:before="120" w:after="120"/>
      <w:jc w:val="both"/>
    </w:pPr>
    <w:rPr>
      <w:rFonts w:ascii="Trebuchet MS" w:hAnsi="Trebuchet MS" w:cs="Arial"/>
      <w:sz w:val="20"/>
      <w:lang w:eastAsia="en-US"/>
    </w:rPr>
  </w:style>
  <w:style w:type="paragraph" w:customStyle="1" w:styleId="Ghid2">
    <w:name w:val="Ghid 2"/>
    <w:basedOn w:val="Normal"/>
    <w:link w:val="Ghid2Caracter"/>
    <w:rsid w:val="00973F0D"/>
    <w:pPr>
      <w:spacing w:before="120" w:line="288" w:lineRule="auto"/>
    </w:pPr>
    <w:rPr>
      <w:rFonts w:ascii="Verdana" w:eastAsia="MS Mincho" w:hAnsi="Verdana"/>
      <w:i/>
      <w:szCs w:val="20"/>
      <w:lang w:eastAsia="en-US"/>
    </w:rPr>
  </w:style>
  <w:style w:type="character" w:customStyle="1" w:styleId="Ghid2Caracter">
    <w:name w:val="Ghid 2 Caracter"/>
    <w:link w:val="Ghid2"/>
    <w:locked/>
    <w:rsid w:val="00973F0D"/>
    <w:rPr>
      <w:rFonts w:ascii="Verdana" w:eastAsia="MS Mincho" w:hAnsi="Verdana"/>
      <w:i/>
      <w:noProof/>
      <w:sz w:val="24"/>
      <w:lang w:eastAsia="en-US"/>
    </w:rPr>
  </w:style>
  <w:style w:type="paragraph" w:styleId="NormalWeb">
    <w:name w:val="Normal (Web)"/>
    <w:basedOn w:val="Normal"/>
    <w:rsid w:val="006759DF"/>
    <w:pPr>
      <w:spacing w:before="100" w:beforeAutospacing="1" w:after="100" w:afterAutospacing="1"/>
    </w:pPr>
    <w:rPr>
      <w:rFonts w:ascii="Times New Roman" w:hAnsi="Times New Roman"/>
      <w:noProof w:val="0"/>
      <w:lang w:eastAsia="en-US"/>
    </w:rPr>
  </w:style>
  <w:style w:type="character" w:customStyle="1" w:styleId="rvts11">
    <w:name w:val="rvts11"/>
    <w:rsid w:val="006759DF"/>
  </w:style>
  <w:style w:type="character" w:customStyle="1" w:styleId="rvts6">
    <w:name w:val="rvts6"/>
    <w:rsid w:val="006759DF"/>
  </w:style>
  <w:style w:type="paragraph" w:customStyle="1" w:styleId="rvps1">
    <w:name w:val="rvps1"/>
    <w:basedOn w:val="Normal"/>
    <w:rsid w:val="006759DF"/>
    <w:pPr>
      <w:spacing w:before="100" w:beforeAutospacing="1" w:after="100" w:afterAutospacing="1"/>
    </w:pPr>
    <w:rPr>
      <w:rFonts w:ascii="Times New Roman" w:hAnsi="Times New Roman"/>
      <w:noProof w:val="0"/>
      <w:lang w:eastAsia="en-US"/>
    </w:rPr>
  </w:style>
  <w:style w:type="character" w:customStyle="1" w:styleId="rvts7">
    <w:name w:val="rvts7"/>
    <w:rsid w:val="006759DF"/>
  </w:style>
  <w:style w:type="character" w:customStyle="1" w:styleId="rvts10">
    <w:name w:val="rvts10"/>
    <w:rsid w:val="006759DF"/>
  </w:style>
  <w:style w:type="character" w:customStyle="1" w:styleId="rvts16">
    <w:name w:val="rvts16"/>
    <w:rsid w:val="006759DF"/>
  </w:style>
  <w:style w:type="paragraph" w:styleId="PlainText">
    <w:name w:val="Plain Text"/>
    <w:basedOn w:val="Normal"/>
    <w:link w:val="PlainTextChar"/>
    <w:uiPriority w:val="99"/>
    <w:unhideWhenUsed/>
    <w:rsid w:val="00EB4E46"/>
    <w:rPr>
      <w:rFonts w:ascii="Calibri" w:eastAsia="Calibri" w:hAnsi="Calibri"/>
      <w:noProof w:val="0"/>
      <w:sz w:val="22"/>
      <w:szCs w:val="22"/>
      <w:lang w:val="en-US" w:eastAsia="en-US"/>
    </w:rPr>
  </w:style>
  <w:style w:type="character" w:customStyle="1" w:styleId="PlainTextChar">
    <w:name w:val="Plain Text Char"/>
    <w:link w:val="PlainText"/>
    <w:uiPriority w:val="99"/>
    <w:rsid w:val="00EB4E46"/>
    <w:rPr>
      <w:rFonts w:ascii="Calibri" w:eastAsia="Calibri" w:hAnsi="Calibri"/>
      <w:sz w:val="22"/>
      <w:szCs w:val="22"/>
      <w:lang w:val="en-US" w:eastAsia="en-US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"/>
    <w:basedOn w:val="Normal"/>
    <w:link w:val="FootnoteTextChar"/>
    <w:rsid w:val="0016540B"/>
    <w:pPr>
      <w:spacing w:before="120" w:after="120"/>
    </w:pPr>
    <w:rPr>
      <w:rFonts w:ascii="Trebuchet MS" w:hAnsi="Trebuchet MS"/>
      <w:noProof w:val="0"/>
      <w:sz w:val="16"/>
      <w:szCs w:val="20"/>
      <w:lang w:eastAsia="en-US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link w:val="FootnoteText"/>
    <w:rsid w:val="0016540B"/>
    <w:rPr>
      <w:rFonts w:ascii="Trebuchet MS" w:hAnsi="Trebuchet MS"/>
      <w:sz w:val="16"/>
      <w:lang w:eastAsia="en-US"/>
    </w:rPr>
  </w:style>
  <w:style w:type="character" w:styleId="FootnoteReference">
    <w:name w:val="footnote reference"/>
    <w:aliases w:val="Footnote symbol"/>
    <w:rsid w:val="0016540B"/>
    <w:rPr>
      <w:vertAlign w:val="superscript"/>
    </w:rPr>
  </w:style>
  <w:style w:type="character" w:styleId="PlaceholderText">
    <w:name w:val="Placeholder Text"/>
    <w:uiPriority w:val="99"/>
    <w:semiHidden/>
    <w:rsid w:val="001654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4023CA-946E-42B4-90E7-3885B1343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2</TotalTime>
  <Pages>2</Pages>
  <Words>397</Words>
  <Characters>2614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3005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4</cp:revision>
  <cp:lastPrinted>2022-03-29T08:07:00Z</cp:lastPrinted>
  <dcterms:created xsi:type="dcterms:W3CDTF">2023-08-29T09:22:00Z</dcterms:created>
  <dcterms:modified xsi:type="dcterms:W3CDTF">2023-11-28T14:22:00Z</dcterms:modified>
</cp:coreProperties>
</file>